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7DD" w:rsidRPr="001D138E" w:rsidRDefault="00D007DD" w:rsidP="00A81852">
      <w:pPr>
        <w:tabs>
          <w:tab w:val="left" w:pos="0"/>
        </w:tabs>
        <w:rPr>
          <w:rFonts w:ascii="Times New Roman" w:hAnsi="Times New Roman"/>
          <w:b/>
          <w:sz w:val="32"/>
          <w:szCs w:val="32"/>
          <w:lang w:val="uk-UA"/>
        </w:rPr>
      </w:pPr>
      <w:r w:rsidRPr="00BE1CF9">
        <w:rPr>
          <w:rFonts w:ascii="Times New Roman" w:hAnsi="Times New Roman"/>
          <w:b/>
          <w:noProof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96.75pt;height:51pt;visibility:visible">
            <v:imagedata r:id="rId4" o:title=""/>
          </v:shape>
        </w:pic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                 </w:t>
      </w:r>
      <w:r w:rsidRPr="00217663">
        <w:rPr>
          <w:rFonts w:ascii="Times New Roman" w:hAnsi="Times New Roman"/>
          <w:b/>
          <w:sz w:val="40"/>
          <w:szCs w:val="40"/>
          <w:lang w:val="uk-UA"/>
        </w:rPr>
        <w:t>Шановні громадяни!</w:t>
      </w:r>
    </w:p>
    <w:p w:rsidR="00D007DD" w:rsidRPr="001D138E" w:rsidRDefault="00D007DD" w:rsidP="00653C2C">
      <w:pPr>
        <w:ind w:firstLine="708"/>
        <w:jc w:val="both"/>
        <w:rPr>
          <w:rFonts w:ascii="Times New Roman" w:hAnsi="Times New Roman"/>
          <w:b/>
          <w:sz w:val="32"/>
          <w:szCs w:val="32"/>
          <w:lang w:val="uk-UA"/>
        </w:rPr>
      </w:pPr>
      <w:r w:rsidRPr="001D138E">
        <w:rPr>
          <w:rFonts w:ascii="Times New Roman" w:hAnsi="Times New Roman"/>
          <w:sz w:val="32"/>
          <w:szCs w:val="32"/>
          <w:lang w:val="uk-UA"/>
        </w:rPr>
        <w:t xml:space="preserve">У зв’язку з загостренням ситуації з поширення коронавірусної інфекції </w:t>
      </w:r>
      <w:r w:rsidRPr="001D138E">
        <w:rPr>
          <w:rFonts w:ascii="Times New Roman" w:hAnsi="Times New Roman"/>
          <w:b/>
          <w:sz w:val="32"/>
          <w:szCs w:val="32"/>
          <w:lang w:val="uk-UA"/>
        </w:rPr>
        <w:t>з 23 березня 2020 року і до завершення карантину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21451B">
        <w:rPr>
          <w:rFonts w:ascii="Times New Roman" w:hAnsi="Times New Roman"/>
          <w:b/>
          <w:sz w:val="32"/>
          <w:szCs w:val="32"/>
          <w:lang w:val="uk-UA"/>
        </w:rPr>
        <w:t>відділ «Токмацьке бюро правової допомоги»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призупиняє особистий прийом громадян та надання адресної правової допомоги  і повністю переходить </w:t>
      </w:r>
      <w:r w:rsidRPr="001D138E">
        <w:rPr>
          <w:rFonts w:ascii="Times New Roman" w:hAnsi="Times New Roman"/>
          <w:b/>
          <w:sz w:val="32"/>
          <w:szCs w:val="32"/>
          <w:lang w:val="uk-UA"/>
        </w:rPr>
        <w:t xml:space="preserve">на надання правових послуг дистанційно.  </w:t>
      </w:r>
    </w:p>
    <w:p w:rsidR="00D007DD" w:rsidRDefault="00D007DD" w:rsidP="000F775E">
      <w:pPr>
        <w:rPr>
          <w:rFonts w:ascii="Times New Roman" w:hAnsi="Times New Roman"/>
          <w:b/>
          <w:sz w:val="32"/>
          <w:szCs w:val="32"/>
          <w:lang w:val="uk-UA"/>
        </w:rPr>
      </w:pPr>
      <w:r w:rsidRPr="001D138E">
        <w:rPr>
          <w:rFonts w:ascii="Times New Roman" w:hAnsi="Times New Roman"/>
          <w:b/>
          <w:sz w:val="32"/>
          <w:szCs w:val="32"/>
          <w:lang w:val="uk-UA"/>
        </w:rPr>
        <w:t>Щоб отримати правову консультацію:</w:t>
      </w:r>
    </w:p>
    <w:p w:rsidR="00D007DD" w:rsidRPr="001D138E" w:rsidRDefault="00D007DD" w:rsidP="000F775E">
      <w:pPr>
        <w:rPr>
          <w:rFonts w:ascii="Times New Roman" w:hAnsi="Times New Roman"/>
          <w:b/>
          <w:sz w:val="32"/>
          <w:szCs w:val="32"/>
          <w:lang w:val="uk-UA"/>
        </w:rPr>
      </w:pPr>
      <w:r w:rsidRPr="001D138E">
        <w:rPr>
          <w:rFonts w:ascii="Segoe UI Symbol" w:hAnsi="Segoe UI Symbol" w:cs="Segoe UI Symbol"/>
          <w:sz w:val="32"/>
          <w:szCs w:val="32"/>
          <w:lang w:val="uk-UA"/>
        </w:rPr>
        <w:t>📧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напишіть на нашу електронну пошту: </w:t>
      </w:r>
      <w:hyperlink r:id="rId5" w:tooltip="tokmatske@legalaid.zp.ua" w:history="1">
        <w:r w:rsidRPr="001D138E">
          <w:rPr>
            <w:rStyle w:val="Hyperlink"/>
            <w:rFonts w:ascii="Times New Roman" w:hAnsi="Times New Roman"/>
            <w:b/>
            <w:bCs/>
            <w:color w:val="auto"/>
            <w:sz w:val="32"/>
            <w:szCs w:val="32"/>
            <w:shd w:val="clear" w:color="auto" w:fill="F9F9F9"/>
          </w:rPr>
          <w:t>tokmatske@legalaid.zp.ua</w:t>
        </w:r>
      </w:hyperlink>
    </w:p>
    <w:p w:rsidR="00D007DD" w:rsidRPr="001D138E" w:rsidRDefault="00D007DD" w:rsidP="000F775E">
      <w:pPr>
        <w:rPr>
          <w:rFonts w:ascii="Times New Roman" w:hAnsi="Times New Roman"/>
          <w:b/>
          <w:sz w:val="32"/>
          <w:szCs w:val="32"/>
          <w:lang w:val="uk-UA"/>
        </w:rPr>
      </w:pPr>
      <w:r w:rsidRPr="001D138E">
        <w:rPr>
          <w:rFonts w:ascii="Segoe UI Symbol" w:hAnsi="Segoe UI Symbol" w:cs="Segoe UI Symbol"/>
          <w:sz w:val="32"/>
          <w:szCs w:val="32"/>
          <w:lang w:val="uk-UA"/>
        </w:rPr>
        <w:t>📞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зателефонуйте на номер центру:  </w:t>
      </w:r>
      <w:r>
        <w:rPr>
          <w:rFonts w:ascii="Times New Roman" w:hAnsi="Times New Roman"/>
          <w:b/>
          <w:sz w:val="32"/>
          <w:szCs w:val="32"/>
          <w:lang w:val="uk-UA"/>
        </w:rPr>
        <w:t>(06178) 4- 42 -</w:t>
      </w:r>
      <w:r w:rsidRPr="001D138E">
        <w:rPr>
          <w:rFonts w:ascii="Times New Roman" w:hAnsi="Times New Roman"/>
          <w:b/>
          <w:sz w:val="32"/>
          <w:szCs w:val="32"/>
          <w:lang w:val="uk-UA"/>
        </w:rPr>
        <w:t>73</w:t>
      </w:r>
    </w:p>
    <w:p w:rsidR="00D007DD" w:rsidRPr="00A81852" w:rsidRDefault="00D007DD" w:rsidP="00A81852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r w:rsidRPr="001D138E">
        <w:rPr>
          <w:rFonts w:ascii="Times New Roman" w:hAnsi="Times New Roman"/>
          <w:sz w:val="32"/>
          <w:szCs w:val="32"/>
          <w:lang w:val="uk-UA"/>
        </w:rPr>
        <w:t xml:space="preserve">Необхідні документи можна залишити в </w:t>
      </w:r>
      <w:r w:rsidRPr="001D138E">
        <w:rPr>
          <w:rFonts w:ascii="Segoe UI Symbol" w:hAnsi="Segoe UI Symbol" w:cs="Segoe UI Symbol"/>
          <w:sz w:val="32"/>
          <w:szCs w:val="32"/>
          <w:lang w:val="uk-UA"/>
        </w:rPr>
        <w:t>📫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скриньці для кореспонденції, що знаходиться за адресою</w:t>
      </w:r>
      <w:r w:rsidRPr="00A81852">
        <w:rPr>
          <w:rFonts w:ascii="Times New Roman" w:hAnsi="Times New Roman"/>
          <w:b/>
          <w:sz w:val="32"/>
          <w:szCs w:val="32"/>
          <w:lang w:val="uk-UA"/>
        </w:rPr>
        <w:t xml:space="preserve">: м. Токмак, </w:t>
      </w:r>
    </w:p>
    <w:p w:rsidR="00D007DD" w:rsidRPr="00A81852" w:rsidRDefault="00D007DD" w:rsidP="00A81852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r w:rsidRPr="00A81852">
        <w:rPr>
          <w:rFonts w:ascii="Times New Roman" w:hAnsi="Times New Roman"/>
          <w:b/>
          <w:sz w:val="32"/>
          <w:szCs w:val="32"/>
          <w:lang w:val="uk-UA"/>
        </w:rPr>
        <w:t>вул. Центральна, 55-О (1-й поверх газового господарства).</w:t>
      </w:r>
    </w:p>
    <w:p w:rsidR="00D007DD" w:rsidRPr="001D138E" w:rsidRDefault="00D007DD" w:rsidP="00A81852">
      <w:pPr>
        <w:spacing w:after="0" w:line="240" w:lineRule="auto"/>
        <w:rPr>
          <w:rFonts w:ascii="Times New Roman" w:hAnsi="Times New Roman"/>
          <w:b/>
          <w:sz w:val="32"/>
          <w:szCs w:val="32"/>
          <w:lang w:val="uk-UA"/>
        </w:rPr>
      </w:pPr>
      <w:r w:rsidRPr="001D138E">
        <w:rPr>
          <w:rFonts w:ascii="Times New Roman" w:hAnsi="Times New Roman"/>
          <w:b/>
          <w:sz w:val="32"/>
          <w:szCs w:val="32"/>
          <w:lang w:val="uk-UA"/>
        </w:rPr>
        <w:t>Правову консультацію можна також отримати:</w:t>
      </w:r>
    </w:p>
    <w:p w:rsidR="00D007DD" w:rsidRPr="001D138E" w:rsidRDefault="00D007DD" w:rsidP="000F775E">
      <w:pPr>
        <w:rPr>
          <w:rFonts w:ascii="Times New Roman" w:hAnsi="Times New Roman"/>
          <w:b/>
          <w:sz w:val="32"/>
          <w:szCs w:val="32"/>
          <w:lang w:val="uk-UA"/>
        </w:rPr>
      </w:pPr>
      <w:r w:rsidRPr="001D138E">
        <w:rPr>
          <w:rFonts w:cs="Calibri"/>
          <w:sz w:val="32"/>
          <w:szCs w:val="32"/>
          <w:lang w:val="uk-UA"/>
        </w:rPr>
        <w:t>✅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   </w:t>
      </w:r>
      <w:r w:rsidRPr="001D138E">
        <w:rPr>
          <w:rFonts w:ascii="Times New Roman" w:hAnsi="Times New Roman"/>
          <w:b/>
          <w:sz w:val="32"/>
          <w:szCs w:val="32"/>
          <w:u w:val="single"/>
        </w:rPr>
        <w:t xml:space="preserve">через </w:t>
      </w:r>
      <w:r w:rsidRPr="001D138E">
        <w:rPr>
          <w:rFonts w:ascii="Times New Roman" w:hAnsi="Times New Roman"/>
          <w:b/>
          <w:sz w:val="32"/>
          <w:szCs w:val="32"/>
          <w:u w:val="single"/>
          <w:lang w:val="en-US"/>
        </w:rPr>
        <w:t>Skype</w:t>
      </w:r>
      <w:r w:rsidRPr="001D138E">
        <w:rPr>
          <w:rFonts w:ascii="Times New Roman" w:hAnsi="Times New Roman"/>
          <w:b/>
          <w:sz w:val="32"/>
          <w:szCs w:val="32"/>
        </w:rPr>
        <w:t xml:space="preserve">: Токмацьке бюро правової допомоги </w:t>
      </w:r>
    </w:p>
    <w:p w:rsidR="00D007DD" w:rsidRPr="001D138E" w:rsidRDefault="00D007DD" w:rsidP="000F775E">
      <w:pPr>
        <w:rPr>
          <w:rFonts w:ascii="Times New Roman" w:hAnsi="Times New Roman"/>
          <w:sz w:val="32"/>
          <w:szCs w:val="32"/>
          <w:lang w:val="uk-UA"/>
        </w:rPr>
      </w:pPr>
      <w:r w:rsidRPr="001D138E">
        <w:rPr>
          <w:rFonts w:cs="Calibri"/>
          <w:sz w:val="32"/>
          <w:szCs w:val="32"/>
          <w:lang w:val="uk-UA"/>
        </w:rPr>
        <w:t>✅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   зателефонувавши на безкоштовний номер системи БПД 0 800-213-103</w:t>
      </w:r>
    </w:p>
    <w:p w:rsidR="00D007DD" w:rsidRPr="001D138E" w:rsidRDefault="00D007DD" w:rsidP="000F775E">
      <w:pPr>
        <w:rPr>
          <w:rFonts w:ascii="Times New Roman" w:hAnsi="Times New Roman"/>
          <w:sz w:val="32"/>
          <w:szCs w:val="32"/>
          <w:lang w:val="uk-UA"/>
        </w:rPr>
      </w:pPr>
      <w:r w:rsidRPr="001D138E">
        <w:rPr>
          <w:rFonts w:cs="Calibri"/>
          <w:sz w:val="32"/>
          <w:szCs w:val="32"/>
          <w:lang w:val="uk-UA"/>
        </w:rPr>
        <w:t>✅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  поставивши запитання в месенджер ФБ-сторінки: https://www.facebook.com/Centre.4.Legal.Aid/ </w:t>
      </w:r>
    </w:p>
    <w:p w:rsidR="00D007DD" w:rsidRPr="001D138E" w:rsidRDefault="00D007DD" w:rsidP="000F775E">
      <w:pPr>
        <w:rPr>
          <w:rFonts w:ascii="Times New Roman" w:hAnsi="Times New Roman"/>
          <w:sz w:val="32"/>
          <w:szCs w:val="32"/>
          <w:lang w:val="uk-UA"/>
        </w:rPr>
      </w:pPr>
      <w:r w:rsidRPr="001D138E">
        <w:rPr>
          <w:rFonts w:cs="Calibri"/>
          <w:sz w:val="32"/>
          <w:szCs w:val="32"/>
          <w:lang w:val="uk-UA"/>
        </w:rPr>
        <w:t>✅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  поставивши запитання на Інстаграм-сторінці системи БПД   https://www.instagram.com/ualegalaid/?hl=uk</w:t>
      </w:r>
    </w:p>
    <w:p w:rsidR="00D007DD" w:rsidRPr="001D138E" w:rsidRDefault="00D007DD" w:rsidP="000F775E">
      <w:pPr>
        <w:rPr>
          <w:rFonts w:ascii="Times New Roman" w:hAnsi="Times New Roman"/>
          <w:sz w:val="32"/>
          <w:szCs w:val="32"/>
          <w:lang w:val="uk-UA"/>
        </w:rPr>
      </w:pPr>
      <w:r w:rsidRPr="001D138E">
        <w:rPr>
          <w:rFonts w:cs="Calibri"/>
          <w:sz w:val="32"/>
          <w:szCs w:val="32"/>
          <w:lang w:val="uk-UA"/>
        </w:rPr>
        <w:t>✅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  прочитавши правову інформацію на телеграм-каналі «Безоплатна правова допомога» https://t.me/ualegalaid  та обговоривши її у нашому чаті - https://t.me/ualegalaidchat </w:t>
      </w:r>
    </w:p>
    <w:p w:rsidR="00D007DD" w:rsidRPr="001D138E" w:rsidRDefault="00D007DD" w:rsidP="000F775E">
      <w:pPr>
        <w:rPr>
          <w:rFonts w:ascii="Times New Roman" w:hAnsi="Times New Roman"/>
          <w:sz w:val="32"/>
          <w:szCs w:val="32"/>
          <w:lang w:val="uk-UA"/>
        </w:rPr>
      </w:pPr>
      <w:r w:rsidRPr="001D138E">
        <w:rPr>
          <w:rFonts w:cs="Calibri"/>
          <w:sz w:val="32"/>
          <w:szCs w:val="32"/>
          <w:lang w:val="uk-UA"/>
        </w:rPr>
        <w:t>✅</w:t>
      </w:r>
      <w:r w:rsidRPr="001D138E">
        <w:rPr>
          <w:rFonts w:ascii="Times New Roman" w:hAnsi="Times New Roman"/>
          <w:sz w:val="32"/>
          <w:szCs w:val="32"/>
          <w:lang w:val="uk-UA"/>
        </w:rPr>
        <w:t xml:space="preserve">   скориставшись правничою вікіпедієюWikiLegalAid - https://wiki.legalaid.gov.ua</w:t>
      </w:r>
    </w:p>
    <w:p w:rsidR="00D007DD" w:rsidRPr="001D138E" w:rsidRDefault="00D007DD">
      <w:pPr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Пам’ятайте, що карантин -</w:t>
      </w:r>
      <w:r w:rsidRPr="001D138E">
        <w:rPr>
          <w:rFonts w:ascii="Times New Roman" w:hAnsi="Times New Roman"/>
          <w:b/>
          <w:sz w:val="32"/>
          <w:szCs w:val="32"/>
          <w:lang w:val="uk-UA"/>
        </w:rPr>
        <w:t xml:space="preserve"> це не перешкода для отримання правової допомоги від держави.</w:t>
      </w:r>
    </w:p>
    <w:sectPr w:rsidR="00D007DD" w:rsidRPr="001D138E" w:rsidSect="00A81852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75E"/>
    <w:rsid w:val="000930CE"/>
    <w:rsid w:val="000F775E"/>
    <w:rsid w:val="001D138E"/>
    <w:rsid w:val="0020603C"/>
    <w:rsid w:val="0021451B"/>
    <w:rsid w:val="00217663"/>
    <w:rsid w:val="00286939"/>
    <w:rsid w:val="00653C2C"/>
    <w:rsid w:val="006F70CE"/>
    <w:rsid w:val="007D12B5"/>
    <w:rsid w:val="009D7C96"/>
    <w:rsid w:val="00A81852"/>
    <w:rsid w:val="00B1315A"/>
    <w:rsid w:val="00B61444"/>
    <w:rsid w:val="00BE1CF9"/>
    <w:rsid w:val="00CE3B94"/>
    <w:rsid w:val="00D007DD"/>
    <w:rsid w:val="00E06A16"/>
    <w:rsid w:val="00FA3458"/>
    <w:rsid w:val="00FC2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5A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930C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81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81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okmatske@legalaid.zp.u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1</Pages>
  <Words>915</Words>
  <Characters>523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Иваницкий</cp:lastModifiedBy>
  <cp:revision>10</cp:revision>
  <cp:lastPrinted>2020-03-23T11:40:00Z</cp:lastPrinted>
  <dcterms:created xsi:type="dcterms:W3CDTF">2020-03-22T13:53:00Z</dcterms:created>
  <dcterms:modified xsi:type="dcterms:W3CDTF">2020-03-23T12:48:00Z</dcterms:modified>
</cp:coreProperties>
</file>