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7076FB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7076FB" w:rsidRDefault="007076FB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7076FB" w:rsidRPr="00C00323" w:rsidRDefault="007076FB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7076FB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7076FB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214,05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107,03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7076FB" w:rsidRPr="00AB1F29" w:rsidRDefault="007076FB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7076FB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  <w:lang w:val="ru-RU"/>
              </w:rPr>
              <w:t>11.10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10.10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мінімального кроку підвищення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  <w:r>
              <w:rPr>
                <w:sz w:val="24"/>
                <w:szCs w:val="24"/>
                <w:lang w:val="ru-RU" w:eastAsia="ru-RU"/>
              </w:rPr>
              <w:t xml:space="preserve"> - 1,07 грн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 рішенням орендодавця (до 99)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7076FB" w:rsidRPr="00AB1F29" w:rsidRDefault="007076FB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7076FB" w:rsidRPr="00AB1F29" w:rsidRDefault="007076FB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7076FB" w:rsidRPr="00AB1F29" w:rsidRDefault="007076FB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7076FB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7076FB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7076FB" w:rsidRPr="00AB1F29" w:rsidRDefault="007076FB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7076FB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7076FB" w:rsidRPr="00AB1F29" w:rsidRDefault="007076FB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7076FB" w:rsidRPr="00AB1F29" w:rsidRDefault="007076FB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7076FB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1A7B"/>
    <w:rsid w:val="002A41D4"/>
    <w:rsid w:val="002F648B"/>
    <w:rsid w:val="00324E39"/>
    <w:rsid w:val="003513D5"/>
    <w:rsid w:val="004540EA"/>
    <w:rsid w:val="00645A1D"/>
    <w:rsid w:val="00654A4A"/>
    <w:rsid w:val="006551C7"/>
    <w:rsid w:val="006C0B77"/>
    <w:rsid w:val="006D5B32"/>
    <w:rsid w:val="006E2CF7"/>
    <w:rsid w:val="007076FB"/>
    <w:rsid w:val="00764056"/>
    <w:rsid w:val="007961E0"/>
    <w:rsid w:val="007E04D3"/>
    <w:rsid w:val="0081248B"/>
    <w:rsid w:val="008242FF"/>
    <w:rsid w:val="00850729"/>
    <w:rsid w:val="00870751"/>
    <w:rsid w:val="008D7F60"/>
    <w:rsid w:val="008E21D9"/>
    <w:rsid w:val="00922C48"/>
    <w:rsid w:val="00992490"/>
    <w:rsid w:val="00994D7B"/>
    <w:rsid w:val="009C6CFD"/>
    <w:rsid w:val="009E7672"/>
    <w:rsid w:val="00A46648"/>
    <w:rsid w:val="00A5107B"/>
    <w:rsid w:val="00A6663B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C36EBA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1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1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158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1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1586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1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31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6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1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4</Pages>
  <Words>4260</Words>
  <Characters>2429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10</cp:revision>
  <dcterms:created xsi:type="dcterms:W3CDTF">2020-12-03T11:50:00Z</dcterms:created>
  <dcterms:modified xsi:type="dcterms:W3CDTF">2021-09-21T11:12:00Z</dcterms:modified>
</cp:coreProperties>
</file>