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645A1D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645A1D" w:rsidRDefault="00645A1D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645A1D" w:rsidRPr="00C00323" w:rsidRDefault="00645A1D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645A1D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645A1D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209,81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645A1D" w:rsidRPr="00AB1F29" w:rsidRDefault="00645A1D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645A1D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 w:rsidRPr="00324E39">
              <w:rPr>
                <w:sz w:val="24"/>
                <w:szCs w:val="24"/>
                <w:shd w:val="clear" w:color="auto" w:fill="F5F5F5"/>
                <w:lang w:val="ru-RU"/>
              </w:rPr>
              <w:t>15</w:t>
            </w:r>
            <w:r w:rsidRPr="00AB1F29">
              <w:rPr>
                <w:sz w:val="24"/>
                <w:szCs w:val="24"/>
                <w:shd w:val="clear" w:color="auto" w:fill="F5F5F5"/>
              </w:rPr>
              <w:t>.</w:t>
            </w:r>
            <w:r w:rsidRPr="00324E39">
              <w:rPr>
                <w:sz w:val="24"/>
                <w:szCs w:val="24"/>
                <w:shd w:val="clear" w:color="auto" w:fill="F5F5F5"/>
                <w:lang w:val="ru-RU"/>
              </w:rPr>
              <w:t>09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 w:rsidRPr="00AB1F29">
              <w:rPr>
                <w:sz w:val="24"/>
                <w:szCs w:val="24"/>
              </w:rPr>
              <w:t>14.09.2021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645A1D" w:rsidRPr="00AB1F29" w:rsidRDefault="00645A1D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645A1D" w:rsidRPr="00AB1F29" w:rsidRDefault="00645A1D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645A1D" w:rsidRPr="00AB1F29" w:rsidRDefault="00645A1D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645A1D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645A1D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645A1D" w:rsidRPr="00AB1F29" w:rsidRDefault="00645A1D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645A1D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645A1D" w:rsidRPr="00AB1F29" w:rsidRDefault="00645A1D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645A1D" w:rsidRPr="00AB1F29" w:rsidRDefault="00645A1D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645A1D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1A7B"/>
    <w:rsid w:val="002A41D4"/>
    <w:rsid w:val="002F648B"/>
    <w:rsid w:val="00324E39"/>
    <w:rsid w:val="003513D5"/>
    <w:rsid w:val="004540EA"/>
    <w:rsid w:val="00645A1D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7672"/>
    <w:rsid w:val="00A46648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7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766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6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76610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76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76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876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7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4</Pages>
  <Words>4249</Words>
  <Characters>2423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8</cp:revision>
  <dcterms:created xsi:type="dcterms:W3CDTF">2020-12-03T11:50:00Z</dcterms:created>
  <dcterms:modified xsi:type="dcterms:W3CDTF">2021-08-27T11:06:00Z</dcterms:modified>
</cp:coreProperties>
</file>