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17B" w:rsidRDefault="00A3217B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474B35">
        <w:rPr>
          <w:sz w:val="16"/>
          <w:szCs w:val="16"/>
          <w:lang w:val="uk-UA"/>
        </w:rPr>
        <w:t xml:space="preserve">Додаток № 8 </w:t>
      </w:r>
    </w:p>
    <w:p w:rsidR="00A3217B" w:rsidRDefault="00A3217B" w:rsidP="009B6E45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       до рішення  міської ради </w:t>
      </w:r>
      <w:r>
        <w:rPr>
          <w:sz w:val="16"/>
          <w:szCs w:val="16"/>
          <w:lang w:val="uk-UA"/>
        </w:rPr>
        <w:t xml:space="preserve"> 21</w:t>
      </w:r>
      <w:r w:rsidRPr="00474B35">
        <w:rPr>
          <w:sz w:val="16"/>
          <w:szCs w:val="16"/>
          <w:lang w:val="uk-UA"/>
        </w:rPr>
        <w:t>.</w:t>
      </w:r>
      <w:r>
        <w:rPr>
          <w:sz w:val="16"/>
          <w:szCs w:val="16"/>
          <w:lang w:val="uk-UA"/>
        </w:rPr>
        <w:t>10</w:t>
      </w:r>
      <w:r w:rsidRPr="00474B35">
        <w:rPr>
          <w:sz w:val="16"/>
          <w:szCs w:val="16"/>
          <w:lang w:val="uk-UA"/>
        </w:rPr>
        <w:t>.20</w:t>
      </w:r>
      <w:r>
        <w:rPr>
          <w:sz w:val="16"/>
          <w:szCs w:val="16"/>
          <w:lang w:val="uk-UA"/>
        </w:rPr>
        <w:t xml:space="preserve">20р  </w:t>
      </w:r>
      <w:r w:rsidRPr="00474B35">
        <w:rPr>
          <w:sz w:val="16"/>
          <w:szCs w:val="16"/>
          <w:lang w:val="uk-UA"/>
        </w:rPr>
        <w:t>№</w:t>
      </w:r>
      <w:r>
        <w:rPr>
          <w:sz w:val="16"/>
          <w:szCs w:val="16"/>
          <w:lang w:val="uk-UA"/>
        </w:rPr>
        <w:t xml:space="preserve">    </w:t>
      </w:r>
    </w:p>
    <w:p w:rsidR="00A3217B" w:rsidRPr="00474B35" w:rsidRDefault="00A3217B" w:rsidP="009B6E45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«Про внесення змін та доповнень до рішення ради від 23.12.19р. №3</w:t>
      </w:r>
    </w:p>
    <w:p w:rsidR="00A3217B" w:rsidRPr="00474B35" w:rsidRDefault="00A3217B" w:rsidP="00A030CB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«Про міський бюджет </w:t>
      </w:r>
      <w:r>
        <w:rPr>
          <w:sz w:val="16"/>
          <w:szCs w:val="16"/>
          <w:lang w:val="uk-UA"/>
        </w:rPr>
        <w:t xml:space="preserve">м. Молочанськ </w:t>
      </w:r>
      <w:r w:rsidRPr="00474B35">
        <w:rPr>
          <w:sz w:val="16"/>
          <w:szCs w:val="16"/>
          <w:lang w:val="uk-UA"/>
        </w:rPr>
        <w:t>на 20</w:t>
      </w:r>
      <w:r>
        <w:rPr>
          <w:sz w:val="16"/>
          <w:szCs w:val="16"/>
          <w:lang w:val="uk-UA"/>
        </w:rPr>
        <w:t>20</w:t>
      </w:r>
      <w:r w:rsidRPr="00474B35">
        <w:rPr>
          <w:sz w:val="16"/>
          <w:szCs w:val="16"/>
          <w:lang w:val="uk-UA"/>
        </w:rPr>
        <w:t xml:space="preserve"> рік»</w:t>
      </w:r>
    </w:p>
    <w:p w:rsidR="00A3217B" w:rsidRPr="00AE7799" w:rsidRDefault="00A3217B" w:rsidP="00A030CB">
      <w:pPr>
        <w:rPr>
          <w:lang w:val="uk-UA"/>
        </w:rPr>
      </w:pPr>
    </w:p>
    <w:p w:rsidR="00A3217B" w:rsidRPr="00AE7799" w:rsidRDefault="00A3217B" w:rsidP="00A030CB">
      <w:pPr>
        <w:rPr>
          <w:lang w:val="uk-UA"/>
        </w:rPr>
      </w:pPr>
    </w:p>
    <w:p w:rsidR="00A3217B" w:rsidRPr="00C968B2" w:rsidRDefault="00A3217B" w:rsidP="00A030CB">
      <w:pPr>
        <w:jc w:val="center"/>
        <w:rPr>
          <w:b/>
          <w:lang w:val="uk-UA"/>
        </w:rPr>
      </w:pPr>
      <w:r w:rsidRPr="00C968B2">
        <w:rPr>
          <w:b/>
          <w:lang w:val="uk-UA"/>
        </w:rPr>
        <w:t>Ліміти споживання енергоносіїв бюджетними</w:t>
      </w:r>
    </w:p>
    <w:p w:rsidR="00A3217B" w:rsidRPr="00C968B2" w:rsidRDefault="00A3217B" w:rsidP="00A030CB">
      <w:pPr>
        <w:jc w:val="center"/>
        <w:rPr>
          <w:b/>
        </w:rPr>
      </w:pPr>
      <w:r w:rsidRPr="00C968B2">
        <w:rPr>
          <w:b/>
        </w:rPr>
        <w:t>установами, які фінансуються з міського бюджету</w:t>
      </w:r>
    </w:p>
    <w:p w:rsidR="00A3217B" w:rsidRPr="00EA691C" w:rsidRDefault="00A3217B" w:rsidP="00A030CB">
      <w:pPr>
        <w:jc w:val="center"/>
      </w:pPr>
      <w:r w:rsidRPr="00C968B2">
        <w:rPr>
          <w:b/>
        </w:rPr>
        <w:t>на 20</w:t>
      </w:r>
      <w:r>
        <w:rPr>
          <w:b/>
          <w:lang w:val="uk-UA"/>
        </w:rPr>
        <w:t>20</w:t>
      </w:r>
      <w:r w:rsidRPr="00C968B2">
        <w:rPr>
          <w:b/>
        </w:rPr>
        <w:t xml:space="preserve"> рік у фізичних обсягах</w:t>
      </w:r>
    </w:p>
    <w:p w:rsidR="00A3217B" w:rsidRDefault="00A3217B" w:rsidP="00A030CB">
      <w:pPr>
        <w:ind w:right="279"/>
        <w:rPr>
          <w:u w:val="single"/>
          <w:lang w:val="uk-UA"/>
        </w:rPr>
      </w:pPr>
      <w:r>
        <w:rPr>
          <w:u w:val="single"/>
          <w:lang w:val="uk-UA"/>
        </w:rPr>
        <w:t>08318301000</w:t>
      </w:r>
    </w:p>
    <w:p w:rsidR="00A3217B" w:rsidRPr="003F3E19" w:rsidRDefault="00A3217B" w:rsidP="00A030CB">
      <w:pPr>
        <w:ind w:right="279"/>
        <w:rPr>
          <w:sz w:val="16"/>
          <w:szCs w:val="16"/>
          <w:lang w:val="uk-UA"/>
        </w:rPr>
      </w:pPr>
      <w:r w:rsidRPr="003F3E19">
        <w:rPr>
          <w:sz w:val="16"/>
          <w:szCs w:val="16"/>
          <w:lang w:val="uk-UA"/>
        </w:rPr>
        <w:t>(код бюджету)</w:t>
      </w:r>
    </w:p>
    <w:p w:rsidR="00A3217B" w:rsidRDefault="00A3217B" w:rsidP="00A030CB">
      <w:pPr>
        <w:ind w:right="279"/>
        <w:rPr>
          <w:lang w:val="uk-UA"/>
        </w:rPr>
      </w:pPr>
    </w:p>
    <w:p w:rsidR="00A3217B" w:rsidRPr="003F3E19" w:rsidRDefault="00A3217B" w:rsidP="00A030CB">
      <w:pPr>
        <w:ind w:right="279"/>
        <w:rPr>
          <w:lang w:val="uk-UA"/>
        </w:rPr>
      </w:pP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857"/>
        <w:gridCol w:w="900"/>
        <w:gridCol w:w="720"/>
        <w:gridCol w:w="720"/>
        <w:gridCol w:w="868"/>
        <w:gridCol w:w="816"/>
        <w:gridCol w:w="1331"/>
        <w:gridCol w:w="1302"/>
        <w:gridCol w:w="1038"/>
      </w:tblGrid>
      <w:tr w:rsidR="00A3217B" w:rsidRPr="00CA1721" w:rsidTr="0054440D">
        <w:trPr>
          <w:trHeight w:val="264"/>
        </w:trPr>
        <w:tc>
          <w:tcPr>
            <w:tcW w:w="1843" w:type="dxa"/>
            <w:vMerge w:val="restart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Установа</w:t>
            </w:r>
          </w:p>
        </w:tc>
        <w:tc>
          <w:tcPr>
            <w:tcW w:w="8552" w:type="dxa"/>
            <w:gridSpan w:val="9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Ліміти споживання, в тому числі</w:t>
            </w:r>
          </w:p>
        </w:tc>
      </w:tr>
      <w:tr w:rsidR="00A3217B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7" w:type="dxa"/>
            <w:gridSpan w:val="2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Електроенергія</w:t>
            </w:r>
          </w:p>
        </w:tc>
        <w:tc>
          <w:tcPr>
            <w:tcW w:w="1440" w:type="dxa"/>
            <w:gridSpan w:val="2"/>
            <w:shd w:val="clear" w:color="auto" w:fill="CCFFFF"/>
          </w:tcPr>
          <w:p w:rsidR="00A3217B" w:rsidRPr="007A79B3" w:rsidRDefault="00A3217B" w:rsidP="00861DFD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 xml:space="preserve">Водопостачання </w:t>
            </w:r>
          </w:p>
        </w:tc>
        <w:tc>
          <w:tcPr>
            <w:tcW w:w="1684" w:type="dxa"/>
            <w:gridSpan w:val="2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Природний газ</w:t>
            </w:r>
          </w:p>
        </w:tc>
        <w:tc>
          <w:tcPr>
            <w:tcW w:w="1331" w:type="dxa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енергоносії</w:t>
            </w:r>
          </w:p>
        </w:tc>
        <w:tc>
          <w:tcPr>
            <w:tcW w:w="1302" w:type="dxa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комунальні послуги</w:t>
            </w:r>
          </w:p>
        </w:tc>
        <w:tc>
          <w:tcPr>
            <w:tcW w:w="1038" w:type="dxa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Послуги звязку</w:t>
            </w:r>
          </w:p>
        </w:tc>
      </w:tr>
      <w:tr w:rsidR="00A3217B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7" w:type="dxa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Квт/год</w:t>
            </w:r>
          </w:p>
        </w:tc>
        <w:tc>
          <w:tcPr>
            <w:tcW w:w="900" w:type="dxa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720" w:type="dxa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куб.м</w:t>
            </w:r>
          </w:p>
        </w:tc>
        <w:tc>
          <w:tcPr>
            <w:tcW w:w="720" w:type="dxa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868" w:type="dxa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 м</w:t>
            </w:r>
          </w:p>
        </w:tc>
        <w:tc>
          <w:tcPr>
            <w:tcW w:w="816" w:type="dxa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1331" w:type="dxa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302" w:type="dxa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038" w:type="dxa"/>
            <w:shd w:val="clear" w:color="auto" w:fill="CCFFFF"/>
          </w:tcPr>
          <w:p w:rsidR="00A3217B" w:rsidRPr="007A79B3" w:rsidRDefault="00A3217B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</w:tr>
      <w:tr w:rsidR="00A3217B" w:rsidRPr="00CA1721" w:rsidTr="0054440D">
        <w:trPr>
          <w:trHeight w:val="548"/>
        </w:trPr>
        <w:tc>
          <w:tcPr>
            <w:tcW w:w="1843" w:type="dxa"/>
          </w:tcPr>
          <w:p w:rsidR="00A3217B" w:rsidRPr="002744DF" w:rsidRDefault="00A3217B" w:rsidP="00A74A24">
            <w:pPr>
              <w:rPr>
                <w:lang w:val="uk-UA"/>
              </w:rPr>
            </w:pPr>
            <w:r w:rsidRPr="007A79B3">
              <w:t>Викон</w:t>
            </w:r>
            <w:r>
              <w:rPr>
                <w:lang w:val="uk-UA"/>
              </w:rPr>
              <w:t xml:space="preserve">авчий </w:t>
            </w:r>
            <w:r w:rsidRPr="007A79B3">
              <w:t>ком</w:t>
            </w:r>
            <w:r>
              <w:rPr>
                <w:lang w:val="uk-UA"/>
              </w:rPr>
              <w:t xml:space="preserve">ітет Молочанської </w:t>
            </w:r>
          </w:p>
          <w:p w:rsidR="00A3217B" w:rsidRPr="007A79B3" w:rsidRDefault="00A3217B" w:rsidP="00A74A24">
            <w:pPr>
              <w:rPr>
                <w:lang w:val="uk-UA"/>
              </w:rPr>
            </w:pPr>
            <w:r w:rsidRPr="007A79B3">
              <w:t>міської ради</w:t>
            </w:r>
          </w:p>
        </w:tc>
        <w:tc>
          <w:tcPr>
            <w:tcW w:w="857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26518</w:t>
            </w:r>
          </w:p>
        </w:tc>
        <w:tc>
          <w:tcPr>
            <w:tcW w:w="900" w:type="dxa"/>
          </w:tcPr>
          <w:p w:rsidR="00A3217B" w:rsidRPr="007A79B3" w:rsidRDefault="00A3217B" w:rsidP="005277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68615</w:t>
            </w:r>
          </w:p>
        </w:tc>
        <w:tc>
          <w:tcPr>
            <w:tcW w:w="72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2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954</w:t>
            </w:r>
          </w:p>
        </w:tc>
        <w:tc>
          <w:tcPr>
            <w:tcW w:w="868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A3217B" w:rsidRPr="007A79B3" w:rsidRDefault="00A3217B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12056</w:t>
            </w:r>
          </w:p>
        </w:tc>
      </w:tr>
      <w:tr w:rsidR="00A3217B" w:rsidRPr="00CA1721" w:rsidTr="0054440D">
        <w:trPr>
          <w:trHeight w:val="548"/>
        </w:trPr>
        <w:tc>
          <w:tcPr>
            <w:tcW w:w="1843" w:type="dxa"/>
          </w:tcPr>
          <w:p w:rsidR="00A3217B" w:rsidRPr="002744DF" w:rsidRDefault="00A3217B" w:rsidP="00A74A24">
            <w:pPr>
              <w:rPr>
                <w:lang w:val="uk-UA"/>
              </w:rPr>
            </w:pPr>
            <w:r>
              <w:rPr>
                <w:lang w:val="uk-UA"/>
              </w:rPr>
              <w:t>Дошкільні заклади освіти, в т.ч.</w:t>
            </w:r>
          </w:p>
        </w:tc>
        <w:tc>
          <w:tcPr>
            <w:tcW w:w="857" w:type="dxa"/>
          </w:tcPr>
          <w:p w:rsidR="00A3217B" w:rsidRPr="007A79B3" w:rsidRDefault="00A3217B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51971</w:t>
            </w:r>
          </w:p>
        </w:tc>
        <w:tc>
          <w:tcPr>
            <w:tcW w:w="900" w:type="dxa"/>
          </w:tcPr>
          <w:p w:rsidR="00A3217B" w:rsidRPr="007A79B3" w:rsidRDefault="00A3217B" w:rsidP="00EA4070">
            <w:pPr>
              <w:tabs>
                <w:tab w:val="right" w:pos="792"/>
              </w:tabs>
              <w:ind w:left="-136"/>
              <w:jc w:val="center"/>
              <w:rPr>
                <w:lang w:val="uk-UA"/>
              </w:rPr>
            </w:pPr>
            <w:r>
              <w:rPr>
                <w:lang w:val="uk-UA"/>
              </w:rPr>
              <w:t>136742</w:t>
            </w:r>
          </w:p>
        </w:tc>
        <w:tc>
          <w:tcPr>
            <w:tcW w:w="72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72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63600</w:t>
            </w:r>
          </w:p>
        </w:tc>
        <w:tc>
          <w:tcPr>
            <w:tcW w:w="868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190000</w:t>
            </w:r>
          </w:p>
        </w:tc>
        <w:tc>
          <w:tcPr>
            <w:tcW w:w="1302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14926</w:t>
            </w:r>
          </w:p>
        </w:tc>
        <w:tc>
          <w:tcPr>
            <w:tcW w:w="1038" w:type="dxa"/>
          </w:tcPr>
          <w:p w:rsidR="00A3217B" w:rsidRPr="007A79B3" w:rsidRDefault="00A3217B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6100</w:t>
            </w:r>
          </w:p>
        </w:tc>
      </w:tr>
      <w:tr w:rsidR="00A3217B" w:rsidRPr="00CA1721" w:rsidTr="0054440D">
        <w:trPr>
          <w:trHeight w:val="264"/>
        </w:trPr>
        <w:tc>
          <w:tcPr>
            <w:tcW w:w="1843" w:type="dxa"/>
          </w:tcPr>
          <w:p w:rsidR="00A3217B" w:rsidRPr="007A79B3" w:rsidRDefault="00A3217B" w:rsidP="002744DF">
            <w:pPr>
              <w:ind w:left="432" w:hanging="432"/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 w:rsidRPr="007A79B3">
              <w:t>Тополька</w:t>
            </w:r>
          </w:p>
        </w:tc>
        <w:tc>
          <w:tcPr>
            <w:tcW w:w="857" w:type="dxa"/>
          </w:tcPr>
          <w:p w:rsidR="00A3217B" w:rsidRPr="007A79B3" w:rsidRDefault="00A3217B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23387</w:t>
            </w:r>
          </w:p>
        </w:tc>
        <w:tc>
          <w:tcPr>
            <w:tcW w:w="90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61534</w:t>
            </w:r>
          </w:p>
        </w:tc>
        <w:tc>
          <w:tcPr>
            <w:tcW w:w="72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3050</w:t>
            </w:r>
          </w:p>
        </w:tc>
      </w:tr>
      <w:tr w:rsidR="00A3217B" w:rsidRPr="00CA1721" w:rsidTr="0054440D">
        <w:trPr>
          <w:trHeight w:val="264"/>
        </w:trPr>
        <w:tc>
          <w:tcPr>
            <w:tcW w:w="1843" w:type="dxa"/>
          </w:tcPr>
          <w:p w:rsidR="00A3217B" w:rsidRPr="007A79B3" w:rsidRDefault="00A3217B" w:rsidP="00F22161">
            <w:pPr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>
              <w:t>Ромаш</w:t>
            </w:r>
            <w:r w:rsidRPr="007A79B3">
              <w:t>ка</w:t>
            </w:r>
          </w:p>
        </w:tc>
        <w:tc>
          <w:tcPr>
            <w:tcW w:w="857" w:type="dxa"/>
          </w:tcPr>
          <w:p w:rsidR="00A3217B" w:rsidRPr="007A79B3" w:rsidRDefault="00A3217B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28584</w:t>
            </w:r>
          </w:p>
        </w:tc>
        <w:tc>
          <w:tcPr>
            <w:tcW w:w="90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75208</w:t>
            </w:r>
          </w:p>
        </w:tc>
        <w:tc>
          <w:tcPr>
            <w:tcW w:w="72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A3217B" w:rsidRPr="007A79B3" w:rsidRDefault="00A3217B" w:rsidP="005972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3050</w:t>
            </w:r>
          </w:p>
        </w:tc>
      </w:tr>
      <w:tr w:rsidR="00A3217B" w:rsidRPr="00CA1721" w:rsidTr="0054440D">
        <w:trPr>
          <w:trHeight w:val="284"/>
        </w:trPr>
        <w:tc>
          <w:tcPr>
            <w:tcW w:w="1843" w:type="dxa"/>
          </w:tcPr>
          <w:p w:rsidR="00A3217B" w:rsidRPr="00D2278C" w:rsidRDefault="00A3217B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Міська б</w:t>
            </w:r>
            <w:r w:rsidRPr="007A79B3">
              <w:t>ібліотек</w:t>
            </w:r>
            <w:r>
              <w:rPr>
                <w:lang w:val="uk-UA"/>
              </w:rPr>
              <w:t>а</w:t>
            </w:r>
          </w:p>
        </w:tc>
        <w:tc>
          <w:tcPr>
            <w:tcW w:w="857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6227</w:t>
            </w:r>
          </w:p>
        </w:tc>
        <w:tc>
          <w:tcPr>
            <w:tcW w:w="900" w:type="dxa"/>
          </w:tcPr>
          <w:p w:rsidR="00A3217B" w:rsidRPr="007A79B3" w:rsidRDefault="00A3217B" w:rsidP="00EF4CB4">
            <w:pPr>
              <w:ind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16314</w:t>
            </w:r>
          </w:p>
        </w:tc>
        <w:tc>
          <w:tcPr>
            <w:tcW w:w="72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A3217B" w:rsidRPr="007A79B3" w:rsidRDefault="00A3217B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</w:t>
            </w:r>
          </w:p>
        </w:tc>
        <w:tc>
          <w:tcPr>
            <w:tcW w:w="868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A3217B" w:rsidRPr="007A79B3" w:rsidRDefault="00A3217B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3600</w:t>
            </w:r>
          </w:p>
        </w:tc>
      </w:tr>
      <w:tr w:rsidR="00A3217B" w:rsidRPr="00CA1721" w:rsidTr="0054440D">
        <w:trPr>
          <w:trHeight w:val="264"/>
        </w:trPr>
        <w:tc>
          <w:tcPr>
            <w:tcW w:w="1843" w:type="dxa"/>
          </w:tcPr>
          <w:p w:rsidR="00A3217B" w:rsidRPr="007A79B3" w:rsidRDefault="00A3217B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Міський будинок культури</w:t>
            </w:r>
          </w:p>
        </w:tc>
        <w:tc>
          <w:tcPr>
            <w:tcW w:w="857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31366</w:t>
            </w:r>
          </w:p>
        </w:tc>
        <w:tc>
          <w:tcPr>
            <w:tcW w:w="90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79237</w:t>
            </w:r>
          </w:p>
        </w:tc>
        <w:tc>
          <w:tcPr>
            <w:tcW w:w="72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A3217B" w:rsidRPr="007A79B3" w:rsidRDefault="00A3217B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</w:t>
            </w:r>
          </w:p>
        </w:tc>
        <w:tc>
          <w:tcPr>
            <w:tcW w:w="868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</w:t>
            </w:r>
          </w:p>
        </w:tc>
      </w:tr>
      <w:tr w:rsidR="00A3217B" w:rsidRPr="00CA1721" w:rsidTr="00FB1B7F">
        <w:trPr>
          <w:trHeight w:val="343"/>
        </w:trPr>
        <w:tc>
          <w:tcPr>
            <w:tcW w:w="1843" w:type="dxa"/>
          </w:tcPr>
          <w:p w:rsidR="00A3217B" w:rsidRPr="007A79B3" w:rsidRDefault="00A3217B" w:rsidP="00A74A24">
            <w:pPr>
              <w:rPr>
                <w:lang w:val="uk-UA"/>
              </w:rPr>
            </w:pPr>
            <w:r w:rsidRPr="007A79B3">
              <w:rPr>
                <w:lang w:val="uk-UA"/>
              </w:rPr>
              <w:t>Благоустрій міста</w:t>
            </w:r>
          </w:p>
        </w:tc>
        <w:tc>
          <w:tcPr>
            <w:tcW w:w="857" w:type="dxa"/>
          </w:tcPr>
          <w:p w:rsidR="00A3217B" w:rsidRPr="007A79B3" w:rsidRDefault="00A3217B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25355</w:t>
            </w:r>
          </w:p>
        </w:tc>
        <w:tc>
          <w:tcPr>
            <w:tcW w:w="900" w:type="dxa"/>
          </w:tcPr>
          <w:p w:rsidR="00A3217B" w:rsidRPr="007A79B3" w:rsidRDefault="00A3217B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64889</w:t>
            </w:r>
          </w:p>
        </w:tc>
        <w:tc>
          <w:tcPr>
            <w:tcW w:w="72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8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138468</w:t>
            </w:r>
          </w:p>
        </w:tc>
        <w:tc>
          <w:tcPr>
            <w:tcW w:w="1038" w:type="dxa"/>
          </w:tcPr>
          <w:p w:rsidR="00A3217B" w:rsidRPr="007A79B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3217B" w:rsidRPr="00CA1721" w:rsidTr="00FB1B7F">
        <w:trPr>
          <w:trHeight w:val="433"/>
        </w:trPr>
        <w:tc>
          <w:tcPr>
            <w:tcW w:w="1843" w:type="dxa"/>
          </w:tcPr>
          <w:p w:rsidR="00A3217B" w:rsidRPr="00542FC3" w:rsidRDefault="00A3217B" w:rsidP="00542FC3">
            <w:pPr>
              <w:rPr>
                <w:lang w:val="uk-UA"/>
              </w:rPr>
            </w:pPr>
            <w:r w:rsidRPr="00542FC3">
              <w:rPr>
                <w:lang w:val="uk-UA"/>
              </w:rPr>
              <w:t>Молочанська міська ТВК ПР ЗО</w:t>
            </w:r>
          </w:p>
        </w:tc>
        <w:tc>
          <w:tcPr>
            <w:tcW w:w="857" w:type="dxa"/>
          </w:tcPr>
          <w:p w:rsidR="00A3217B" w:rsidRPr="00542FC3" w:rsidRDefault="00A3217B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6220</w:t>
            </w:r>
          </w:p>
        </w:tc>
        <w:tc>
          <w:tcPr>
            <w:tcW w:w="900" w:type="dxa"/>
          </w:tcPr>
          <w:p w:rsidR="00A3217B" w:rsidRPr="00542FC3" w:rsidRDefault="00A3217B" w:rsidP="002F2687">
            <w:pPr>
              <w:ind w:left="-288" w:firstLine="288"/>
              <w:jc w:val="center"/>
              <w:rPr>
                <w:lang w:val="uk-UA"/>
              </w:rPr>
            </w:pPr>
            <w:r>
              <w:rPr>
                <w:lang w:val="uk-UA"/>
              </w:rPr>
              <w:t>15255</w:t>
            </w:r>
          </w:p>
        </w:tc>
        <w:tc>
          <w:tcPr>
            <w:tcW w:w="720" w:type="dxa"/>
          </w:tcPr>
          <w:p w:rsidR="00A3217B" w:rsidRPr="00542FC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720" w:type="dxa"/>
          </w:tcPr>
          <w:p w:rsidR="00A3217B" w:rsidRPr="00542FC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685</w:t>
            </w:r>
          </w:p>
        </w:tc>
        <w:tc>
          <w:tcPr>
            <w:tcW w:w="868" w:type="dxa"/>
          </w:tcPr>
          <w:p w:rsidR="00A3217B" w:rsidRPr="00542FC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A3217B" w:rsidRPr="00542FC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A3217B" w:rsidRPr="00542FC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A3217B" w:rsidRPr="00542FC3" w:rsidRDefault="00A3217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A3217B" w:rsidRPr="00542FC3" w:rsidRDefault="00A3217B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5283</w:t>
            </w:r>
          </w:p>
        </w:tc>
      </w:tr>
      <w:tr w:rsidR="00A3217B" w:rsidRPr="00CA1721" w:rsidTr="0054440D">
        <w:trPr>
          <w:trHeight w:val="568"/>
        </w:trPr>
        <w:tc>
          <w:tcPr>
            <w:tcW w:w="1843" w:type="dxa"/>
          </w:tcPr>
          <w:p w:rsidR="00A3217B" w:rsidRPr="007A79B3" w:rsidRDefault="00A3217B" w:rsidP="00A74A24">
            <w:pPr>
              <w:rPr>
                <w:b/>
                <w:lang w:val="uk-UA"/>
              </w:rPr>
            </w:pPr>
            <w:r w:rsidRPr="007A79B3">
              <w:rPr>
                <w:b/>
              </w:rPr>
              <w:t>Разом</w:t>
            </w:r>
          </w:p>
        </w:tc>
        <w:tc>
          <w:tcPr>
            <w:tcW w:w="857" w:type="dxa"/>
          </w:tcPr>
          <w:p w:rsidR="00A3217B" w:rsidRPr="007A79B3" w:rsidRDefault="00A3217B" w:rsidP="007C305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147657</w:t>
            </w:r>
          </w:p>
        </w:tc>
        <w:tc>
          <w:tcPr>
            <w:tcW w:w="900" w:type="dxa"/>
          </w:tcPr>
          <w:p w:rsidR="00A3217B" w:rsidRPr="007A79B3" w:rsidRDefault="00A3217B" w:rsidP="002F2687">
            <w:pPr>
              <w:ind w:left="-288" w:firstLine="28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381052</w:t>
            </w:r>
          </w:p>
        </w:tc>
        <w:tc>
          <w:tcPr>
            <w:tcW w:w="720" w:type="dxa"/>
          </w:tcPr>
          <w:p w:rsidR="00A3217B" w:rsidRPr="007A79B3" w:rsidRDefault="00A3217B" w:rsidP="002767B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1243</w:t>
            </w:r>
          </w:p>
        </w:tc>
        <w:tc>
          <w:tcPr>
            <w:tcW w:w="720" w:type="dxa"/>
          </w:tcPr>
          <w:p w:rsidR="00A3217B" w:rsidRPr="007A79B3" w:rsidRDefault="00A3217B" w:rsidP="002767B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65875</w:t>
            </w:r>
          </w:p>
        </w:tc>
        <w:tc>
          <w:tcPr>
            <w:tcW w:w="868" w:type="dxa"/>
          </w:tcPr>
          <w:p w:rsidR="00A3217B" w:rsidRPr="007A79B3" w:rsidRDefault="00A3217B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16" w:type="dxa"/>
          </w:tcPr>
          <w:p w:rsidR="00A3217B" w:rsidRPr="007A79B3" w:rsidRDefault="00A3217B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31" w:type="dxa"/>
          </w:tcPr>
          <w:p w:rsidR="00A3217B" w:rsidRPr="007A79B3" w:rsidRDefault="00A3217B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190000</w:t>
            </w:r>
          </w:p>
        </w:tc>
        <w:tc>
          <w:tcPr>
            <w:tcW w:w="1302" w:type="dxa"/>
          </w:tcPr>
          <w:p w:rsidR="00A3217B" w:rsidRPr="007A79B3" w:rsidRDefault="00A3217B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153394</w:t>
            </w:r>
          </w:p>
        </w:tc>
        <w:tc>
          <w:tcPr>
            <w:tcW w:w="1038" w:type="dxa"/>
          </w:tcPr>
          <w:p w:rsidR="00A3217B" w:rsidRPr="007A79B3" w:rsidRDefault="00A3217B" w:rsidP="002767B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27939</w:t>
            </w:r>
          </w:p>
        </w:tc>
      </w:tr>
    </w:tbl>
    <w:p w:rsidR="00A3217B" w:rsidRDefault="00A3217B" w:rsidP="00A030CB">
      <w:pPr>
        <w:rPr>
          <w:lang w:val="uk-UA"/>
        </w:rPr>
      </w:pPr>
    </w:p>
    <w:p w:rsidR="00A3217B" w:rsidRDefault="00A3217B" w:rsidP="00A030CB"/>
    <w:p w:rsidR="00A3217B" w:rsidRDefault="00A3217B" w:rsidP="00E73297">
      <w:pPr>
        <w:tabs>
          <w:tab w:val="left" w:pos="6480"/>
        </w:tabs>
      </w:pPr>
    </w:p>
    <w:p w:rsidR="00A3217B" w:rsidRDefault="00A3217B" w:rsidP="00A030CB"/>
    <w:p w:rsidR="00A3217B" w:rsidRDefault="00A3217B" w:rsidP="00A030CB">
      <w:pPr>
        <w:rPr>
          <w:lang w:val="uk-UA"/>
        </w:rPr>
      </w:pPr>
      <w:r>
        <w:t xml:space="preserve">                            Секретар</w:t>
      </w:r>
      <w:r>
        <w:rPr>
          <w:lang w:val="uk-UA"/>
        </w:rPr>
        <w:t xml:space="preserve">  </w:t>
      </w:r>
      <w:r>
        <w:t xml:space="preserve"> ради </w:t>
      </w:r>
      <w:r>
        <w:rPr>
          <w:lang w:val="uk-UA"/>
        </w:rPr>
        <w:t xml:space="preserve">                                                                                  </w:t>
      </w:r>
      <w:r>
        <w:t xml:space="preserve">                         Н.В. Синиця</w:t>
      </w:r>
      <w:r>
        <w:rPr>
          <w:b/>
          <w:sz w:val="18"/>
          <w:szCs w:val="18"/>
          <w:lang w:val="uk-UA"/>
        </w:rPr>
        <w:t xml:space="preserve">     </w:t>
      </w:r>
    </w:p>
    <w:p w:rsidR="00A3217B" w:rsidRDefault="00A3217B" w:rsidP="007A79B3">
      <w:pPr>
        <w:ind w:left="-709" w:hanging="709"/>
        <w:rPr>
          <w:lang w:val="uk-UA"/>
        </w:rPr>
      </w:pPr>
    </w:p>
    <w:p w:rsidR="00A3217B" w:rsidRDefault="00A3217B" w:rsidP="00A030CB">
      <w:pPr>
        <w:rPr>
          <w:lang w:val="uk-UA"/>
        </w:rPr>
      </w:pPr>
      <w:r>
        <w:rPr>
          <w:lang w:val="uk-UA"/>
        </w:rPr>
        <w:t xml:space="preserve">                   </w:t>
      </w:r>
    </w:p>
    <w:p w:rsidR="00A3217B" w:rsidRDefault="00A3217B" w:rsidP="00A030CB">
      <w:pPr>
        <w:rPr>
          <w:lang w:val="uk-UA"/>
        </w:rPr>
      </w:pPr>
    </w:p>
    <w:p w:rsidR="00A3217B" w:rsidRDefault="00A3217B" w:rsidP="00A030CB">
      <w:pPr>
        <w:rPr>
          <w:lang w:val="uk-UA"/>
        </w:rPr>
      </w:pPr>
    </w:p>
    <w:p w:rsidR="00A3217B" w:rsidRPr="00E56662" w:rsidRDefault="00A3217B" w:rsidP="00A030CB">
      <w:pPr>
        <w:rPr>
          <w:lang w:val="uk-UA"/>
        </w:rPr>
      </w:pPr>
    </w:p>
    <w:p w:rsidR="00A3217B" w:rsidRDefault="00A3217B" w:rsidP="00A030CB">
      <w:pPr>
        <w:jc w:val="center"/>
        <w:rPr>
          <w:lang w:val="uk-UA"/>
        </w:rPr>
      </w:pPr>
    </w:p>
    <w:p w:rsidR="00A3217B" w:rsidRDefault="00A3217B" w:rsidP="00A030CB">
      <w:pPr>
        <w:jc w:val="center"/>
        <w:rPr>
          <w:lang w:val="uk-UA"/>
        </w:rPr>
      </w:pPr>
    </w:p>
    <w:p w:rsidR="00A3217B" w:rsidRDefault="00A3217B" w:rsidP="00A030CB">
      <w:pPr>
        <w:jc w:val="center"/>
        <w:rPr>
          <w:lang w:val="uk-UA"/>
        </w:rPr>
      </w:pPr>
    </w:p>
    <w:p w:rsidR="00A3217B" w:rsidRDefault="00A3217B" w:rsidP="00A030CB">
      <w:pPr>
        <w:jc w:val="center"/>
        <w:rPr>
          <w:lang w:val="uk-UA"/>
        </w:rPr>
      </w:pPr>
    </w:p>
    <w:p w:rsidR="00A3217B" w:rsidRDefault="00A3217B" w:rsidP="00A030CB">
      <w:pPr>
        <w:jc w:val="center"/>
        <w:rPr>
          <w:lang w:val="uk-UA"/>
        </w:rPr>
      </w:pPr>
    </w:p>
    <w:p w:rsidR="00A3217B" w:rsidRDefault="00A3217B" w:rsidP="00A030CB">
      <w:pPr>
        <w:jc w:val="center"/>
        <w:rPr>
          <w:lang w:val="uk-UA"/>
        </w:rPr>
      </w:pPr>
    </w:p>
    <w:p w:rsidR="00A3217B" w:rsidRDefault="00A3217B" w:rsidP="00A030CB">
      <w:pPr>
        <w:jc w:val="center"/>
        <w:rPr>
          <w:lang w:val="uk-UA"/>
        </w:rPr>
      </w:pPr>
    </w:p>
    <w:p w:rsidR="00A3217B" w:rsidRDefault="00A3217B" w:rsidP="00A030CB">
      <w:pPr>
        <w:jc w:val="center"/>
        <w:rPr>
          <w:lang w:val="uk-UA"/>
        </w:rPr>
      </w:pPr>
    </w:p>
    <w:p w:rsidR="00A3217B" w:rsidRDefault="00A3217B" w:rsidP="00A030CB">
      <w:pPr>
        <w:jc w:val="center"/>
        <w:rPr>
          <w:lang w:val="uk-UA"/>
        </w:rPr>
      </w:pPr>
    </w:p>
    <w:p w:rsidR="00A3217B" w:rsidRDefault="00A3217B" w:rsidP="00A030CB">
      <w:pPr>
        <w:jc w:val="center"/>
        <w:rPr>
          <w:lang w:val="uk-UA"/>
        </w:rPr>
      </w:pPr>
    </w:p>
    <w:p w:rsidR="00A3217B" w:rsidRDefault="00A3217B" w:rsidP="00A030CB">
      <w:pPr>
        <w:jc w:val="center"/>
        <w:rPr>
          <w:lang w:val="uk-UA"/>
        </w:rPr>
      </w:pPr>
    </w:p>
    <w:p w:rsidR="00A3217B" w:rsidRPr="00A030CB" w:rsidRDefault="00A3217B">
      <w:pPr>
        <w:rPr>
          <w:lang w:val="uk-UA"/>
        </w:rPr>
      </w:pPr>
    </w:p>
    <w:sectPr w:rsidR="00A3217B" w:rsidRPr="00A030CB" w:rsidSect="00AE01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0CB"/>
    <w:rsid w:val="00002C49"/>
    <w:rsid w:val="00010879"/>
    <w:rsid w:val="00036425"/>
    <w:rsid w:val="00070A86"/>
    <w:rsid w:val="00081D25"/>
    <w:rsid w:val="0008207A"/>
    <w:rsid w:val="000843C6"/>
    <w:rsid w:val="000B0A43"/>
    <w:rsid w:val="000C0DDF"/>
    <w:rsid w:val="000C5031"/>
    <w:rsid w:val="000E15DE"/>
    <w:rsid w:val="000E2706"/>
    <w:rsid w:val="000E698F"/>
    <w:rsid w:val="000E7395"/>
    <w:rsid w:val="000F4736"/>
    <w:rsid w:val="00101A5F"/>
    <w:rsid w:val="001023C3"/>
    <w:rsid w:val="00125E6F"/>
    <w:rsid w:val="00135B0D"/>
    <w:rsid w:val="00153F39"/>
    <w:rsid w:val="001562A7"/>
    <w:rsid w:val="00157007"/>
    <w:rsid w:val="00187AAC"/>
    <w:rsid w:val="00187C53"/>
    <w:rsid w:val="001A2738"/>
    <w:rsid w:val="001B3DA3"/>
    <w:rsid w:val="001C7FB3"/>
    <w:rsid w:val="001E05BC"/>
    <w:rsid w:val="001E10D9"/>
    <w:rsid w:val="002459CC"/>
    <w:rsid w:val="00254C97"/>
    <w:rsid w:val="002744DF"/>
    <w:rsid w:val="002767B8"/>
    <w:rsid w:val="00282B3C"/>
    <w:rsid w:val="002C0D83"/>
    <w:rsid w:val="002D013D"/>
    <w:rsid w:val="002D66FA"/>
    <w:rsid w:val="002F2687"/>
    <w:rsid w:val="00326F20"/>
    <w:rsid w:val="00385A23"/>
    <w:rsid w:val="003863FE"/>
    <w:rsid w:val="00391B98"/>
    <w:rsid w:val="003A3E17"/>
    <w:rsid w:val="003A58F8"/>
    <w:rsid w:val="003B1891"/>
    <w:rsid w:val="003D2FBA"/>
    <w:rsid w:val="003E1CEA"/>
    <w:rsid w:val="003F3E19"/>
    <w:rsid w:val="004101FA"/>
    <w:rsid w:val="00424264"/>
    <w:rsid w:val="004242CA"/>
    <w:rsid w:val="00425A19"/>
    <w:rsid w:val="004409DA"/>
    <w:rsid w:val="00443076"/>
    <w:rsid w:val="004572B4"/>
    <w:rsid w:val="00463873"/>
    <w:rsid w:val="00472F70"/>
    <w:rsid w:val="0047383D"/>
    <w:rsid w:val="00474B35"/>
    <w:rsid w:val="00486811"/>
    <w:rsid w:val="004872B3"/>
    <w:rsid w:val="00500851"/>
    <w:rsid w:val="00503092"/>
    <w:rsid w:val="00527707"/>
    <w:rsid w:val="0053204C"/>
    <w:rsid w:val="00542AE9"/>
    <w:rsid w:val="00542FC3"/>
    <w:rsid w:val="0054440D"/>
    <w:rsid w:val="00555837"/>
    <w:rsid w:val="005606A8"/>
    <w:rsid w:val="00562ADA"/>
    <w:rsid w:val="00597289"/>
    <w:rsid w:val="005A6A29"/>
    <w:rsid w:val="005B461F"/>
    <w:rsid w:val="005C5078"/>
    <w:rsid w:val="005D77B5"/>
    <w:rsid w:val="005E5E74"/>
    <w:rsid w:val="005F6D3D"/>
    <w:rsid w:val="00601138"/>
    <w:rsid w:val="00601DE3"/>
    <w:rsid w:val="00605B5A"/>
    <w:rsid w:val="006138B7"/>
    <w:rsid w:val="006269E1"/>
    <w:rsid w:val="00633606"/>
    <w:rsid w:val="00647C66"/>
    <w:rsid w:val="00650B16"/>
    <w:rsid w:val="0065355D"/>
    <w:rsid w:val="00662D8E"/>
    <w:rsid w:val="00665259"/>
    <w:rsid w:val="00675CC9"/>
    <w:rsid w:val="00676470"/>
    <w:rsid w:val="006826CC"/>
    <w:rsid w:val="006828F3"/>
    <w:rsid w:val="0068499A"/>
    <w:rsid w:val="006872CF"/>
    <w:rsid w:val="00692C52"/>
    <w:rsid w:val="006B493A"/>
    <w:rsid w:val="006B7C7C"/>
    <w:rsid w:val="006C62CF"/>
    <w:rsid w:val="00701AA7"/>
    <w:rsid w:val="00713C67"/>
    <w:rsid w:val="00714648"/>
    <w:rsid w:val="00743ADC"/>
    <w:rsid w:val="00744A17"/>
    <w:rsid w:val="00767F60"/>
    <w:rsid w:val="00772961"/>
    <w:rsid w:val="007A79B3"/>
    <w:rsid w:val="007C3050"/>
    <w:rsid w:val="007D40D3"/>
    <w:rsid w:val="008210DF"/>
    <w:rsid w:val="00861DFD"/>
    <w:rsid w:val="008774B3"/>
    <w:rsid w:val="00880AC8"/>
    <w:rsid w:val="008A53D4"/>
    <w:rsid w:val="008E0541"/>
    <w:rsid w:val="008E1CB6"/>
    <w:rsid w:val="009140CF"/>
    <w:rsid w:val="009213A2"/>
    <w:rsid w:val="00930CE9"/>
    <w:rsid w:val="00942B23"/>
    <w:rsid w:val="00965A43"/>
    <w:rsid w:val="00966708"/>
    <w:rsid w:val="00980EDB"/>
    <w:rsid w:val="009B0F35"/>
    <w:rsid w:val="009B6E45"/>
    <w:rsid w:val="009C648C"/>
    <w:rsid w:val="009D09AC"/>
    <w:rsid w:val="009D1AFA"/>
    <w:rsid w:val="009E28E1"/>
    <w:rsid w:val="009E5485"/>
    <w:rsid w:val="009F3910"/>
    <w:rsid w:val="00A030CB"/>
    <w:rsid w:val="00A0453B"/>
    <w:rsid w:val="00A3078E"/>
    <w:rsid w:val="00A3217B"/>
    <w:rsid w:val="00A50E68"/>
    <w:rsid w:val="00A520B9"/>
    <w:rsid w:val="00A613EB"/>
    <w:rsid w:val="00A74520"/>
    <w:rsid w:val="00A74A24"/>
    <w:rsid w:val="00A77871"/>
    <w:rsid w:val="00A77EBA"/>
    <w:rsid w:val="00A8370A"/>
    <w:rsid w:val="00A94AA1"/>
    <w:rsid w:val="00A9602A"/>
    <w:rsid w:val="00AA79A2"/>
    <w:rsid w:val="00AB1333"/>
    <w:rsid w:val="00AD4B72"/>
    <w:rsid w:val="00AE0147"/>
    <w:rsid w:val="00AE0E1D"/>
    <w:rsid w:val="00AE7799"/>
    <w:rsid w:val="00AF4D2F"/>
    <w:rsid w:val="00AF6B14"/>
    <w:rsid w:val="00AF73C6"/>
    <w:rsid w:val="00B00F9E"/>
    <w:rsid w:val="00B654A9"/>
    <w:rsid w:val="00B70329"/>
    <w:rsid w:val="00B70C9C"/>
    <w:rsid w:val="00B7246B"/>
    <w:rsid w:val="00B91166"/>
    <w:rsid w:val="00B92C59"/>
    <w:rsid w:val="00BA0A81"/>
    <w:rsid w:val="00BA456C"/>
    <w:rsid w:val="00BC585F"/>
    <w:rsid w:val="00BE0AB9"/>
    <w:rsid w:val="00C07343"/>
    <w:rsid w:val="00C42727"/>
    <w:rsid w:val="00C43634"/>
    <w:rsid w:val="00C51C82"/>
    <w:rsid w:val="00C525AE"/>
    <w:rsid w:val="00C57145"/>
    <w:rsid w:val="00C74B5D"/>
    <w:rsid w:val="00C968B2"/>
    <w:rsid w:val="00CA045A"/>
    <w:rsid w:val="00CA1721"/>
    <w:rsid w:val="00CB47A0"/>
    <w:rsid w:val="00CE035A"/>
    <w:rsid w:val="00CF5F4F"/>
    <w:rsid w:val="00D07FCD"/>
    <w:rsid w:val="00D2278C"/>
    <w:rsid w:val="00D30630"/>
    <w:rsid w:val="00D37A65"/>
    <w:rsid w:val="00DA5D9A"/>
    <w:rsid w:val="00DB1356"/>
    <w:rsid w:val="00DB5553"/>
    <w:rsid w:val="00DB5A5F"/>
    <w:rsid w:val="00DC2B22"/>
    <w:rsid w:val="00DE0928"/>
    <w:rsid w:val="00DE1452"/>
    <w:rsid w:val="00E10F71"/>
    <w:rsid w:val="00E12094"/>
    <w:rsid w:val="00E16A32"/>
    <w:rsid w:val="00E55DAC"/>
    <w:rsid w:val="00E56662"/>
    <w:rsid w:val="00E73297"/>
    <w:rsid w:val="00EA4070"/>
    <w:rsid w:val="00EA4A8A"/>
    <w:rsid w:val="00EA691C"/>
    <w:rsid w:val="00EB6A20"/>
    <w:rsid w:val="00EB6DB0"/>
    <w:rsid w:val="00EC69E0"/>
    <w:rsid w:val="00EC7222"/>
    <w:rsid w:val="00ED23B1"/>
    <w:rsid w:val="00EE092E"/>
    <w:rsid w:val="00EF1C0B"/>
    <w:rsid w:val="00EF4CB4"/>
    <w:rsid w:val="00EF59C1"/>
    <w:rsid w:val="00F22161"/>
    <w:rsid w:val="00F33DB7"/>
    <w:rsid w:val="00F42AC8"/>
    <w:rsid w:val="00F47DFE"/>
    <w:rsid w:val="00F55AE8"/>
    <w:rsid w:val="00F63E4C"/>
    <w:rsid w:val="00FA7435"/>
    <w:rsid w:val="00FB1B7F"/>
    <w:rsid w:val="00FB23AE"/>
    <w:rsid w:val="00FC2A6E"/>
    <w:rsid w:val="00FC7958"/>
    <w:rsid w:val="00FE35CA"/>
    <w:rsid w:val="00FE66EC"/>
    <w:rsid w:val="00FE7E8A"/>
    <w:rsid w:val="00F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0CB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391</TotalTime>
  <Pages>1</Pages>
  <Words>866</Words>
  <Characters>495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Кривобоков Виталий Евгеньевич</dc:creator>
  <cp:keywords/>
  <dc:description/>
  <cp:lastModifiedBy>Синиця</cp:lastModifiedBy>
  <cp:revision>45</cp:revision>
  <cp:lastPrinted>2020-11-02T12:45:00Z</cp:lastPrinted>
  <dcterms:created xsi:type="dcterms:W3CDTF">2015-01-26T16:20:00Z</dcterms:created>
  <dcterms:modified xsi:type="dcterms:W3CDTF">2020-11-02T12:46:00Z</dcterms:modified>
</cp:coreProperties>
</file>